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9524E8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890628">
        <w:rPr>
          <w:lang w:val="en-GB"/>
        </w:rPr>
        <w:t xml:space="preserve"> 46-G001-26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0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5B712F" w:rsidRPr="00A83773" w14:paraId="4C2D539F" w14:textId="77777777" w:rsidTr="00BB6B27">
        <w:tc>
          <w:tcPr>
            <w:tcW w:w="4673" w:type="dxa"/>
          </w:tcPr>
          <w:p w14:paraId="41FD461D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2C779895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03256200" w14:textId="58EAFC91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23-01-26</w:t>
            </w:r>
          </w:p>
        </w:tc>
      </w:tr>
      <w:tr w:rsidR="005B712F" w:rsidRPr="00A83773" w14:paraId="45B2B4FE" w14:textId="77777777" w:rsidTr="00BB6B27">
        <w:tc>
          <w:tcPr>
            <w:tcW w:w="4673" w:type="dxa"/>
          </w:tcPr>
          <w:p w14:paraId="01EDC865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1A2D75B4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D0937E8" w14:textId="49E81D25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07-02-26</w:t>
            </w:r>
          </w:p>
        </w:tc>
      </w:tr>
      <w:tr w:rsidR="005B712F" w:rsidRPr="00A83773" w14:paraId="1FDA9F26" w14:textId="77777777" w:rsidTr="00BB6B27">
        <w:tc>
          <w:tcPr>
            <w:tcW w:w="4673" w:type="dxa"/>
          </w:tcPr>
          <w:p w14:paraId="73D65BD2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</w:tcPr>
          <w:p w14:paraId="018D888B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2DBBFCB6" w14:textId="68B2DF71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14-02-26</w:t>
            </w:r>
          </w:p>
        </w:tc>
      </w:tr>
      <w:tr w:rsidR="005B712F" w:rsidRPr="00A83773" w14:paraId="5AFC7FC8" w14:textId="77777777" w:rsidTr="00BB6B27">
        <w:tc>
          <w:tcPr>
            <w:tcW w:w="4673" w:type="dxa"/>
            <w:tcBorders>
              <w:bottom w:val="single" w:sz="12" w:space="0" w:color="auto"/>
            </w:tcBorders>
          </w:tcPr>
          <w:p w14:paraId="2118294B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6F4F215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</w:tcPr>
          <w:p w14:paraId="6DF7EAED" w14:textId="097EE50F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18-02-26</w:t>
            </w:r>
          </w:p>
        </w:tc>
      </w:tr>
      <w:tr w:rsidR="005B712F" w:rsidRPr="00A83773" w14:paraId="69FDBD88" w14:textId="77777777" w:rsidTr="00BB6B27">
        <w:tc>
          <w:tcPr>
            <w:tcW w:w="4673" w:type="dxa"/>
          </w:tcPr>
          <w:p w14:paraId="23BEF4E6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6FC5DBD7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48FC177" w14:textId="24E13C6B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28-02-26</w:t>
            </w:r>
          </w:p>
        </w:tc>
      </w:tr>
      <w:tr w:rsidR="005B712F" w:rsidRPr="00A83773" w14:paraId="7AFFF1F4" w14:textId="77777777" w:rsidTr="00BB6B27">
        <w:tc>
          <w:tcPr>
            <w:tcW w:w="4673" w:type="dxa"/>
          </w:tcPr>
          <w:p w14:paraId="465CF94D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77D4D237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3A91809E" w14:textId="3176E9AD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0</w:t>
            </w:r>
            <w:r w:rsidR="009F74CC">
              <w:t>6</w:t>
            </w:r>
            <w:r w:rsidRPr="00081CAD">
              <w:t>-03-26</w:t>
            </w:r>
          </w:p>
        </w:tc>
      </w:tr>
      <w:tr w:rsidR="005B712F" w:rsidRPr="00A83773" w14:paraId="4E81A97C" w14:textId="77777777" w:rsidTr="00BB6B27">
        <w:tc>
          <w:tcPr>
            <w:tcW w:w="4673" w:type="dxa"/>
          </w:tcPr>
          <w:p w14:paraId="47F2258F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2F97CBF9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6D78CDF2" w14:textId="3036F9CB" w:rsidR="005B712F" w:rsidRPr="00A83773" w:rsidRDefault="005B712F" w:rsidP="005B712F">
            <w:pPr>
              <w:jc w:val="center"/>
              <w:rPr>
                <w:rFonts w:ascii="Calibri" w:hAnsi="Calibri"/>
                <w:szCs w:val="20"/>
              </w:rPr>
            </w:pPr>
            <w:r w:rsidRPr="00081CAD">
              <w:t>1</w:t>
            </w:r>
            <w:r w:rsidR="009F74CC">
              <w:t>3</w:t>
            </w:r>
            <w:r w:rsidRPr="00081CAD">
              <w:t>-03-26</w:t>
            </w:r>
          </w:p>
        </w:tc>
      </w:tr>
      <w:tr w:rsidR="005B712F" w:rsidRPr="00A83773" w14:paraId="28C6ABB8" w14:textId="77777777" w:rsidTr="00BB6B27">
        <w:tc>
          <w:tcPr>
            <w:tcW w:w="4673" w:type="dxa"/>
          </w:tcPr>
          <w:p w14:paraId="5F4FDB87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15A5AFF3" w14:textId="77777777" w:rsidR="005B712F" w:rsidRPr="00A83773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105BB1F5" w14:textId="205B5896" w:rsidR="005B712F" w:rsidRPr="00A83773" w:rsidRDefault="009F74CC" w:rsidP="005B712F">
            <w:pPr>
              <w:jc w:val="center"/>
              <w:rPr>
                <w:rFonts w:ascii="Calibri" w:hAnsi="Calibri"/>
                <w:szCs w:val="20"/>
              </w:rPr>
            </w:pPr>
            <w:r>
              <w:t>20-</w:t>
            </w:r>
            <w:r w:rsidR="005B712F" w:rsidRPr="00081CAD">
              <w:t>03-26</w:t>
            </w:r>
          </w:p>
        </w:tc>
      </w:tr>
      <w:tr w:rsidR="005B712F" w:rsidRPr="00A33618" w14:paraId="029E8230" w14:textId="77777777" w:rsidTr="00BB6B27">
        <w:tc>
          <w:tcPr>
            <w:tcW w:w="4673" w:type="dxa"/>
          </w:tcPr>
          <w:p w14:paraId="68B66FA8" w14:textId="77777777" w:rsidR="005B712F" w:rsidRPr="00A83773" w:rsidRDefault="005B712F" w:rsidP="005B712F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39E67A9D" w14:textId="77777777" w:rsidR="005B712F" w:rsidRPr="00690137" w:rsidRDefault="005B712F" w:rsidP="005B712F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9FAB92B" w14:textId="0A93FC83" w:rsidR="005B712F" w:rsidRPr="00532E97" w:rsidRDefault="009F74CC" w:rsidP="005B712F">
            <w:pPr>
              <w:jc w:val="center"/>
              <w:rPr>
                <w:rFonts w:ascii="Calibri" w:hAnsi="Calibri"/>
                <w:szCs w:val="20"/>
              </w:rPr>
            </w:pPr>
            <w:r>
              <w:t>21-</w:t>
            </w:r>
            <w:r w:rsidR="005B712F">
              <w:t>03-26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3FFEC" w14:textId="77777777" w:rsidR="00BF4804" w:rsidRDefault="00BF4804">
      <w:r>
        <w:separator/>
      </w:r>
    </w:p>
  </w:endnote>
  <w:endnote w:type="continuationSeparator" w:id="0">
    <w:p w14:paraId="63F1452E" w14:textId="77777777" w:rsidR="00BF4804" w:rsidRDefault="00BF4804">
      <w:r>
        <w:continuationSeparator/>
      </w:r>
    </w:p>
  </w:endnote>
  <w:endnote w:type="continuationNotice" w:id="1">
    <w:p w14:paraId="75D623E1" w14:textId="77777777" w:rsidR="00BF4804" w:rsidRDefault="00BF48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B712F" w:rsidRPr="005B712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B712F" w:rsidRPr="005B712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646409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F74CC">
      <w:rPr>
        <w:noProof/>
      </w:rPr>
      <w:t>2026-01-22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5D16A" w14:textId="77777777" w:rsidR="00BF4804" w:rsidRDefault="00BF4804">
      <w:r>
        <w:separator/>
      </w:r>
    </w:p>
  </w:footnote>
  <w:footnote w:type="continuationSeparator" w:id="0">
    <w:p w14:paraId="6B410DB5" w14:textId="77777777" w:rsidR="00BF4804" w:rsidRDefault="00BF4804">
      <w:r>
        <w:continuationSeparator/>
      </w:r>
    </w:p>
  </w:footnote>
  <w:footnote w:type="continuationNotice" w:id="1">
    <w:p w14:paraId="5A5BFF95" w14:textId="77777777" w:rsidR="00BF4804" w:rsidRDefault="00BF48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709524">
    <w:abstractNumId w:val="1"/>
  </w:num>
  <w:num w:numId="2" w16cid:durableId="2123498217">
    <w:abstractNumId w:val="10"/>
  </w:num>
  <w:num w:numId="3" w16cid:durableId="314185292">
    <w:abstractNumId w:val="11"/>
  </w:num>
  <w:num w:numId="4" w16cid:durableId="751005102">
    <w:abstractNumId w:val="4"/>
  </w:num>
  <w:num w:numId="5" w16cid:durableId="1243027156">
    <w:abstractNumId w:val="3"/>
  </w:num>
  <w:num w:numId="6" w16cid:durableId="435559985">
    <w:abstractNumId w:val="7"/>
  </w:num>
  <w:num w:numId="7" w16cid:durableId="1844465389">
    <w:abstractNumId w:val="5"/>
  </w:num>
  <w:num w:numId="8" w16cid:durableId="1818959998">
    <w:abstractNumId w:val="9"/>
  </w:num>
  <w:num w:numId="9" w16cid:durableId="1105341378">
    <w:abstractNumId w:val="0"/>
  </w:num>
  <w:num w:numId="10" w16cid:durableId="2067290271">
    <w:abstractNumId w:val="8"/>
  </w:num>
  <w:num w:numId="11" w16cid:durableId="1890145343">
    <w:abstractNumId w:val="2"/>
  </w:num>
  <w:num w:numId="12" w16cid:durableId="163394524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D3B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C26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12F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135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FFF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0628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74CC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E52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804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62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curement.gov.ki/tender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8E9CC3-3715-48A1-BCFA-010636C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10</cp:revision>
  <cp:lastPrinted>2013-10-18T08:32:00Z</cp:lastPrinted>
  <dcterms:created xsi:type="dcterms:W3CDTF">2020-07-06T12:32:00Z</dcterms:created>
  <dcterms:modified xsi:type="dcterms:W3CDTF">2026-01-21T23:26:00Z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